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4790A-E615-4310-A26F-B639D93473E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